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D9D" w:rsidRDefault="00413D9D" w:rsidP="00413D9D">
      <w:pPr>
        <w:jc w:val="right"/>
      </w:pPr>
      <w:bookmarkStart w:id="0" w:name="_GoBack"/>
      <w:bookmarkEnd w:id="0"/>
    </w:p>
    <w:p w:rsidR="00413D9D" w:rsidRDefault="00413D9D"/>
    <w:p w:rsidR="00BB7F63" w:rsidRPr="00413D9D" w:rsidRDefault="00413D9D" w:rsidP="00413D9D">
      <w:pPr>
        <w:shd w:val="clear" w:color="auto" w:fill="000000" w:themeFill="text1"/>
        <w:rPr>
          <w:sz w:val="30"/>
        </w:rPr>
      </w:pPr>
      <w:r w:rsidRPr="00413D9D">
        <w:rPr>
          <w:sz w:val="30"/>
        </w:rPr>
        <w:t xml:space="preserve">Task: </w:t>
      </w:r>
    </w:p>
    <w:p w:rsidR="00413D9D" w:rsidRPr="00413D9D" w:rsidRDefault="00413D9D" w:rsidP="00413D9D">
      <w:pPr>
        <w:shd w:val="clear" w:color="auto" w:fill="000000" w:themeFill="text1"/>
        <w:rPr>
          <w:sz w:val="30"/>
        </w:rPr>
      </w:pPr>
      <w:r w:rsidRPr="00413D9D">
        <w:rPr>
          <w:sz w:val="30"/>
        </w:rPr>
        <w:t xml:space="preserve">Using the materials in the box, create a fantastic peer mentor.  </w:t>
      </w:r>
    </w:p>
    <w:p w:rsidR="00413D9D" w:rsidRPr="00413D9D" w:rsidRDefault="00413D9D">
      <w:pPr>
        <w:rPr>
          <w:sz w:val="30"/>
        </w:rPr>
      </w:pPr>
    </w:p>
    <w:p w:rsidR="00413D9D" w:rsidRPr="00413D9D" w:rsidRDefault="00413D9D">
      <w:pPr>
        <w:rPr>
          <w:sz w:val="30"/>
        </w:rPr>
      </w:pPr>
      <w:r w:rsidRPr="00413D9D">
        <w:rPr>
          <w:sz w:val="30"/>
        </w:rPr>
        <w:t>Success Criteria:</w:t>
      </w:r>
    </w:p>
    <w:p w:rsidR="00413D9D" w:rsidRPr="00413D9D" w:rsidRDefault="00413D9D" w:rsidP="00413D9D">
      <w:pPr>
        <w:pStyle w:val="ListParagraph"/>
        <w:numPr>
          <w:ilvl w:val="0"/>
          <w:numId w:val="1"/>
        </w:numPr>
        <w:rPr>
          <w:sz w:val="30"/>
        </w:rPr>
      </w:pPr>
      <w:r w:rsidRPr="00413D9D">
        <w:rPr>
          <w:sz w:val="30"/>
        </w:rPr>
        <w:t>Must reflect the characteristics of a good peer mentor</w:t>
      </w:r>
    </w:p>
    <w:p w:rsidR="00413D9D" w:rsidRPr="00413D9D" w:rsidRDefault="00413D9D" w:rsidP="00413D9D">
      <w:pPr>
        <w:pStyle w:val="ListParagraph"/>
        <w:numPr>
          <w:ilvl w:val="0"/>
          <w:numId w:val="1"/>
        </w:numPr>
        <w:rPr>
          <w:sz w:val="30"/>
        </w:rPr>
      </w:pPr>
      <w:r w:rsidRPr="00413D9D">
        <w:rPr>
          <w:sz w:val="30"/>
        </w:rPr>
        <w:t>Must be at least 30cm high</w:t>
      </w:r>
    </w:p>
    <w:p w:rsidR="00413D9D" w:rsidRDefault="00413D9D" w:rsidP="00413D9D">
      <w:pPr>
        <w:pStyle w:val="ListParagraph"/>
        <w:numPr>
          <w:ilvl w:val="0"/>
          <w:numId w:val="1"/>
        </w:numPr>
        <w:rPr>
          <w:sz w:val="30"/>
        </w:rPr>
      </w:pPr>
      <w:r w:rsidRPr="00413D9D">
        <w:rPr>
          <w:sz w:val="30"/>
        </w:rPr>
        <w:t>Must be 3D</w:t>
      </w:r>
    </w:p>
    <w:p w:rsidR="00413D9D" w:rsidRPr="00413D9D" w:rsidRDefault="00413D9D" w:rsidP="00413D9D">
      <w:pPr>
        <w:pStyle w:val="ListParagraph"/>
        <w:numPr>
          <w:ilvl w:val="0"/>
          <w:numId w:val="1"/>
        </w:numPr>
        <w:rPr>
          <w:sz w:val="30"/>
        </w:rPr>
      </w:pPr>
      <w:r>
        <w:rPr>
          <w:sz w:val="30"/>
        </w:rPr>
        <w:t>Must use at least 3 different types of materials e.g. lolly sticks, paper and string</w:t>
      </w:r>
    </w:p>
    <w:sectPr w:rsidR="00413D9D" w:rsidRPr="00413D9D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815E3"/>
    <w:multiLevelType w:val="hybridMultilevel"/>
    <w:tmpl w:val="C42429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D9D"/>
    <w:rsid w:val="00267C19"/>
    <w:rsid w:val="002F6C55"/>
    <w:rsid w:val="00320E87"/>
    <w:rsid w:val="00403D12"/>
    <w:rsid w:val="00413D9D"/>
    <w:rsid w:val="004C595D"/>
    <w:rsid w:val="00B25407"/>
    <w:rsid w:val="00DB6FDD"/>
    <w:rsid w:val="00EB5187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D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D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D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D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271FD612</Template>
  <TotalTime>10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2</cp:revision>
  <dcterms:created xsi:type="dcterms:W3CDTF">2016-06-10T14:06:00Z</dcterms:created>
  <dcterms:modified xsi:type="dcterms:W3CDTF">2017-12-01T13:10:00Z</dcterms:modified>
</cp:coreProperties>
</file>